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71838" w14:textId="24343FBB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A2142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21428">
        <w:rPr>
          <w:rFonts w:ascii="Corbel" w:hAnsi="Corbel"/>
          <w:bCs/>
          <w:i/>
        </w:rPr>
        <w:t>23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66ADCA72" w:rsidR="0085747A" w:rsidRPr="00D16085" w:rsidRDefault="0071620A" w:rsidP="00EA4832">
      <w:pPr>
        <w:spacing w:after="0" w:line="240" w:lineRule="exact"/>
        <w:jc w:val="center"/>
        <w:rPr>
          <w:rFonts w:ascii="Corbel" w:hAnsi="Corbel"/>
          <w:b/>
          <w:i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B14E4">
        <w:rPr>
          <w:rFonts w:ascii="Corbel" w:hAnsi="Corbel"/>
          <w:iCs/>
          <w:smallCaps/>
          <w:sz w:val="24"/>
          <w:szCs w:val="24"/>
        </w:rPr>
        <w:t>2023-2026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2952034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40694">
        <w:rPr>
          <w:rFonts w:ascii="Corbel" w:hAnsi="Corbel"/>
          <w:sz w:val="20"/>
          <w:szCs w:val="20"/>
        </w:rPr>
        <w:t>202</w:t>
      </w:r>
      <w:r w:rsidR="000B14E4">
        <w:rPr>
          <w:rFonts w:ascii="Corbel" w:hAnsi="Corbel"/>
          <w:sz w:val="20"/>
          <w:szCs w:val="20"/>
        </w:rPr>
        <w:t>3</w:t>
      </w:r>
      <w:r w:rsidR="00540694">
        <w:rPr>
          <w:rFonts w:ascii="Corbel" w:hAnsi="Corbel"/>
          <w:sz w:val="20"/>
          <w:szCs w:val="20"/>
        </w:rPr>
        <w:t>/202</w:t>
      </w:r>
      <w:r w:rsidR="000B14E4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2DAED6BA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</w:t>
            </w:r>
            <w:r>
              <w:rPr>
                <w:rFonts w:ascii="Corbel" w:hAnsi="Corbel"/>
                <w:b w:val="0"/>
                <w:sz w:val="24"/>
                <w:szCs w:val="24"/>
              </w:rPr>
              <w:t>język angielski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B817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17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817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1A75AECD" w:rsidR="0085747A" w:rsidRPr="009C54AE" w:rsidRDefault="00D1608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17BA8BC2" w:rsidR="0085747A" w:rsidRPr="009C54AE" w:rsidRDefault="00582E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C80BF37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9C54AE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5DE7C783" w:rsidR="0085747A" w:rsidRPr="009C54AE" w:rsidRDefault="002823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3E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620A824A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B817D7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5ABDFB9E" w:rsidR="0085747A" w:rsidRPr="009C54AE" w:rsidRDefault="00AD37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41FD3" w:rsidRPr="00641FD3">
              <w:rPr>
                <w:rFonts w:ascii="Corbel" w:hAnsi="Corbel"/>
                <w:b w:val="0"/>
                <w:sz w:val="24"/>
                <w:szCs w:val="24"/>
              </w:rPr>
              <w:t>ok I, semestr 1, 2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3F651B48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2406FF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5607942" w:rsidR="00923D7D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7AC31837" w:rsidR="0085747A" w:rsidRPr="009C54AE" w:rsidRDefault="003C4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3C46FF">
              <w:rPr>
                <w:rFonts w:ascii="Corbel" w:hAnsi="Corbel"/>
                <w:b w:val="0"/>
                <w:sz w:val="24"/>
                <w:szCs w:val="24"/>
              </w:rPr>
              <w:t>Viktor Dorodnykh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01CB10DD" w:rsidR="00627FF5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05CAD879" w:rsidR="00015B8F" w:rsidRPr="009C54AE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6D688769" w:rsidR="00015B8F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E3D1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78E989A0" w:rsidR="00015B8F" w:rsidRPr="009C54AE" w:rsidRDefault="00242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41FD3" w:rsidRPr="009C54AE" w14:paraId="2CFBA4FF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5BB7" w14:textId="51DF4185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5B78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1DB" w14:textId="4B3279F9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FF4A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A6D5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F0E7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9840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89EC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DED4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F6C" w14:textId="3251C3D3" w:rsidR="00641FD3" w:rsidRDefault="00242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E6890" w:rsidRPr="009C54AE" w14:paraId="76238BF8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EFCF" w14:textId="54696468" w:rsidR="00DE689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9677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2AE5" w14:textId="5DAC0643" w:rsidR="00DE689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80F6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3B42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F6F2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5C96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EAE16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5E0A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9845" w14:textId="05D24382" w:rsidR="00DE6890" w:rsidRDefault="00242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B7AA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7A74EF8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1A6D73A8" w14:textId="58B9622D" w:rsidR="009C54AE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692103D2" w14:textId="75545416" w:rsidR="0085747A" w:rsidRPr="009C54AE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F2AC555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cr/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B36E428" w14:textId="77777777" w:rsidTr="000A4E07">
        <w:tc>
          <w:tcPr>
            <w:tcW w:w="1681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9F52B66" w14:textId="77777777" w:rsidR="00F84360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</w:p>
          <w:p w14:paraId="18F57284" w14:textId="69BAAFBF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0A4E07">
        <w:tc>
          <w:tcPr>
            <w:tcW w:w="1681" w:type="dxa"/>
          </w:tcPr>
          <w:p w14:paraId="23DBA0D5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A4E0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B11AA8A" w14:textId="77777777" w:rsidR="00641FD3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B70D4F" w14:textId="699AF42B" w:rsidR="00011230" w:rsidRDefault="00D9780E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tekst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zawierający specjalistyczną terminologię pedagogiczną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zastosuje specjalistyczn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ą terminologię pedagogiczną do tworzenia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wypowie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dzi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w formie werbalnej i pisemnej na wybrane tematy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4B4DC58C" w14:textId="0C2EFE9F" w:rsidR="008F06FE" w:rsidRDefault="00011230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przygotuje wystąpieni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werbalne i wypowiedź pisemną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z rozbudowanymi uzasadnieniami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dziedziny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pedagogi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ki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różnorodnych obszarach posługując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specjalistyczną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terminologią pedagogiczną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kierując się zasadami etycznymi,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w języku angielskim na poziomie B2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+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Europejskiego Systemu Opisu Kształcenia Językowego.  </w:t>
            </w:r>
          </w:p>
          <w:p w14:paraId="3BB5DE1A" w14:textId="4CED7ECC" w:rsidR="00641FD3" w:rsidRPr="000A4E07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2A221135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54389C0A" w14:textId="77777777" w:rsidTr="000A4E07">
        <w:tc>
          <w:tcPr>
            <w:tcW w:w="1681" w:type="dxa"/>
          </w:tcPr>
          <w:p w14:paraId="6FA4B26E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6AB3C2" w14:textId="05AAFE8B" w:rsidR="00F84360" w:rsidRPr="00F84360" w:rsidRDefault="00D9780E" w:rsidP="004865E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84360"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68CD94B6" w14:textId="206926DE" w:rsidR="00641FD3" w:rsidRDefault="00F84360" w:rsidP="004865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4360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="004865E1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wykaże się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motywacj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samorozwoju w zakresie języka angielskiego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specjalistycznego.</w:t>
            </w:r>
          </w:p>
          <w:p w14:paraId="1C5E0D5D" w14:textId="49554F3C" w:rsidR="00F84360" w:rsidRPr="000A4E07" w:rsidRDefault="00F84360" w:rsidP="00F843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F3375BC" w14:textId="3FA218C9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AD6F1E9" w14:textId="77777777" w:rsidTr="00923D7D">
        <w:tc>
          <w:tcPr>
            <w:tcW w:w="9639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923D7D">
        <w:tc>
          <w:tcPr>
            <w:tcW w:w="9639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109F77C" w14:textId="77777777" w:rsidTr="00923D7D">
        <w:tc>
          <w:tcPr>
            <w:tcW w:w="9639" w:type="dxa"/>
          </w:tcPr>
          <w:p w14:paraId="552895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0AF2E18" w14:textId="77777777" w:rsidTr="00923D7D">
        <w:tc>
          <w:tcPr>
            <w:tcW w:w="9639" w:type="dxa"/>
          </w:tcPr>
          <w:p w14:paraId="46680C5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9C54AE" w14:paraId="7E7B4C73" w14:textId="77777777" w:rsidTr="00B80F4C">
        <w:tc>
          <w:tcPr>
            <w:tcW w:w="9520" w:type="dxa"/>
          </w:tcPr>
          <w:p w14:paraId="5A551CE6" w14:textId="77777777" w:rsidR="00FC6A05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Projekty grupowe studentów (np. </w:t>
            </w:r>
            <w:r w:rsidR="00FC6A05" w:rsidRPr="0041541E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5AFA95E3" w:rsidR="008D6144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20975D4" w14:textId="77777777" w:rsidTr="00B80F4C">
        <w:tc>
          <w:tcPr>
            <w:tcW w:w="9520" w:type="dxa"/>
          </w:tcPr>
          <w:p w14:paraId="0E06D971" w14:textId="77777777" w:rsidR="0085747A" w:rsidRPr="0041541E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. Relacjonowanie, argumentowanie, dyskusja.</w:t>
            </w:r>
          </w:p>
          <w:p w14:paraId="0A5E6305" w14:textId="0042641A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0313EC" w14:textId="77777777" w:rsidTr="00B80F4C">
        <w:tc>
          <w:tcPr>
            <w:tcW w:w="9520" w:type="dxa"/>
          </w:tcPr>
          <w:p w14:paraId="2F9ECAF2" w14:textId="77B3CFBC" w:rsidR="0085747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Charakterystyka wybranych zjawisk społecznych</w:t>
            </w:r>
            <w:r w:rsidR="00FC6A05" w:rsidRPr="0041541E">
              <w:rPr>
                <w:sz w:val="24"/>
                <w:szCs w:val="24"/>
              </w:rPr>
              <w:t xml:space="preserve"> w odniesieniu do kierunku studiów</w:t>
            </w:r>
            <w:r w:rsidRPr="0041541E">
              <w:rPr>
                <w:sz w:val="24"/>
                <w:szCs w:val="24"/>
              </w:rPr>
              <w:t>.</w:t>
            </w:r>
            <w:r w:rsidR="00FC6A05" w:rsidRPr="0041541E">
              <w:rPr>
                <w:sz w:val="24"/>
                <w:szCs w:val="24"/>
              </w:rPr>
              <w:t xml:space="preserve"> Praca </w:t>
            </w:r>
            <w:r w:rsidR="00B86330">
              <w:rPr>
                <w:sz w:val="24"/>
                <w:szCs w:val="24"/>
              </w:rPr>
              <w:br/>
            </w:r>
            <w:r w:rsidR="00FC6A05" w:rsidRPr="0041541E">
              <w:rPr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021D0D95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8511091" w14:textId="77777777" w:rsidTr="00B80F4C">
        <w:tc>
          <w:tcPr>
            <w:tcW w:w="9520" w:type="dxa"/>
          </w:tcPr>
          <w:p w14:paraId="4CC0237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Środki masowego przekazu.</w:t>
            </w:r>
            <w:r w:rsidR="0041541E" w:rsidRPr="0041541E">
              <w:rPr>
                <w:sz w:val="24"/>
                <w:szCs w:val="24"/>
              </w:rPr>
              <w:t xml:space="preserve"> Praca z tekstem oryginalnym, dyskusja z argumentacją.</w:t>
            </w:r>
          </w:p>
          <w:p w14:paraId="1112C660" w14:textId="2D23AD67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C6A05" w:rsidRPr="009C54AE" w14:paraId="5FFE0C78" w14:textId="77777777" w:rsidTr="00B80F4C">
        <w:tc>
          <w:tcPr>
            <w:tcW w:w="9520" w:type="dxa"/>
          </w:tcPr>
          <w:p w14:paraId="51866D80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Społeczne i kulturowe oddziaływania mediów.</w:t>
            </w:r>
            <w:r w:rsidR="0041541E" w:rsidRPr="0041541E">
              <w:rPr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1013BB1D" w14:textId="3F9851C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0138A" w:rsidRPr="009C54AE" w14:paraId="7BA81422" w14:textId="77777777" w:rsidTr="00B80F4C">
        <w:tc>
          <w:tcPr>
            <w:tcW w:w="9520" w:type="dxa"/>
          </w:tcPr>
          <w:p w14:paraId="3D494993" w14:textId="77777777" w:rsidR="00F0138A" w:rsidRDefault="002E3D13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</w:t>
            </w:r>
            <w:r w:rsidR="00F0138A" w:rsidRPr="0041541E">
              <w:rPr>
                <w:rFonts w:ascii="Corbel" w:hAnsi="Corbel"/>
                <w:sz w:val="24"/>
                <w:szCs w:val="24"/>
              </w:rPr>
              <w:t xml:space="preserve">tyka w </w:t>
            </w:r>
            <w:r w:rsidR="008C2BE4" w:rsidRPr="0041541E">
              <w:rPr>
                <w:rFonts w:ascii="Corbel" w:hAnsi="Corbel"/>
                <w:sz w:val="24"/>
                <w:szCs w:val="24"/>
              </w:rPr>
              <w:t>miejscu pracy</w:t>
            </w:r>
            <w:r w:rsidRPr="0041541E">
              <w:rPr>
                <w:rFonts w:ascii="Corbel" w:hAnsi="Corbel"/>
                <w:sz w:val="24"/>
                <w:szCs w:val="24"/>
              </w:rPr>
              <w:t>.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 Dyskusja z argumentacją. </w:t>
            </w:r>
          </w:p>
          <w:p w14:paraId="74264814" w14:textId="11A9E1D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2943677" w14:textId="77777777" w:rsidTr="00B80F4C">
        <w:tc>
          <w:tcPr>
            <w:tcW w:w="9520" w:type="dxa"/>
          </w:tcPr>
          <w:p w14:paraId="156D001C" w14:textId="77777777" w:rsidR="00F0138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Proces wychowawczy i kształcenie.</w:t>
            </w:r>
            <w:r w:rsidR="0041541E" w:rsidRPr="0041541E">
              <w:rPr>
                <w:sz w:val="24"/>
                <w:szCs w:val="24"/>
              </w:rPr>
              <w:t xml:space="preserve">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39934A3F" w14:textId="4451E93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06415F28" w14:textId="77777777" w:rsidTr="00B80F4C">
        <w:tc>
          <w:tcPr>
            <w:tcW w:w="9520" w:type="dxa"/>
          </w:tcPr>
          <w:p w14:paraId="6F8E61FC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Profilaktyka społeczna: cele, funkcje, struktury.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Projekty grupowe studentów. </w:t>
            </w:r>
          </w:p>
          <w:p w14:paraId="4AF0783B" w14:textId="05502B00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4D2B7956" w14:textId="77777777" w:rsidTr="00B80F4C">
        <w:tc>
          <w:tcPr>
            <w:tcW w:w="9520" w:type="dxa"/>
          </w:tcPr>
          <w:p w14:paraId="03699A46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Instytucje tworzące system profilaktyki i resocjalizacji.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Praca z tekstem oryginalnym; translacja, streszczenie.</w:t>
            </w:r>
          </w:p>
          <w:p w14:paraId="0739BD9A" w14:textId="0C1E59D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516997" w:rsidRPr="009C54AE" w14:paraId="05C52E1A" w14:textId="77777777" w:rsidTr="00B80F4C">
        <w:tc>
          <w:tcPr>
            <w:tcW w:w="9520" w:type="dxa"/>
          </w:tcPr>
          <w:p w14:paraId="6154C535" w14:textId="77777777" w:rsidR="00516997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Etapy rozwoju człowieka ze szczególnym uwzględnieniem potrzeb.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Praca z tekstem oryginalnym, translacja. </w:t>
            </w:r>
          </w:p>
          <w:p w14:paraId="018C7DDD" w14:textId="0A93C0B6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81225AB" w14:textId="77777777" w:rsidTr="00B80F4C">
        <w:tc>
          <w:tcPr>
            <w:tcW w:w="9520" w:type="dxa"/>
          </w:tcPr>
          <w:p w14:paraId="57C70EE8" w14:textId="77777777" w:rsidR="00F0138A" w:rsidRDefault="00950210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6E2D37EA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4C35688" w14:textId="77777777" w:rsidTr="00B80F4C">
        <w:tc>
          <w:tcPr>
            <w:tcW w:w="9520" w:type="dxa"/>
          </w:tcPr>
          <w:p w14:paraId="725CD390" w14:textId="5FFAC133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Praca opiekuńczo-wychowawcza. Planowanie działań opiekuńczo-wychowawczych. </w:t>
            </w:r>
            <w:r w:rsidR="008500B1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ED0537">
              <w:rPr>
                <w:rFonts w:ascii="Corbel" w:hAnsi="Corbel"/>
                <w:sz w:val="24"/>
                <w:szCs w:val="24"/>
              </w:rPr>
              <w:br/>
            </w:r>
            <w:r w:rsidR="008500B1">
              <w:rPr>
                <w:rFonts w:ascii="Corbel" w:hAnsi="Corbel"/>
                <w:sz w:val="24"/>
                <w:szCs w:val="24"/>
              </w:rPr>
              <w:t xml:space="preserve">z tekstem oryginalnym i dyskusja. </w:t>
            </w:r>
          </w:p>
          <w:p w14:paraId="10660465" w14:textId="4597F9F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EA034E6" w14:textId="77777777" w:rsidTr="00B80F4C">
        <w:tc>
          <w:tcPr>
            <w:tcW w:w="9520" w:type="dxa"/>
          </w:tcPr>
          <w:p w14:paraId="142AB61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Rozwój zawodowy. Praca z tekstem oryginalnym; translacja, streszczenie.</w:t>
            </w:r>
          </w:p>
          <w:p w14:paraId="7FDB6435" w14:textId="3A66C89B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F8E7F3F" w14:textId="77777777" w:rsidTr="00B80F4C">
        <w:tc>
          <w:tcPr>
            <w:tcW w:w="9520" w:type="dxa"/>
          </w:tcPr>
          <w:p w14:paraId="26BD2A1B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Asystent rodziny, pedagog szkolny i wychowawca świetlicy.  Projekty grupowe studentów. Przygotowanie do projektu zaliczeniowego.</w:t>
            </w:r>
            <w:r w:rsidRPr="0041541E">
              <w:rPr>
                <w:rFonts w:ascii="Corbel" w:hAnsi="Corbel"/>
                <w:sz w:val="24"/>
                <w:szCs w:val="24"/>
              </w:rPr>
              <w:tab/>
            </w:r>
          </w:p>
          <w:p w14:paraId="79B212F7" w14:textId="03DD44F9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6D0690A1" w14:textId="77777777" w:rsidTr="00B80F4C">
        <w:tc>
          <w:tcPr>
            <w:tcW w:w="9520" w:type="dxa"/>
          </w:tcPr>
          <w:p w14:paraId="2FE765D4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lastRenderedPageBreak/>
              <w:t>Badania pedagogiczne i techniki badawcze. Sporządzanie notatek, przygotowanie dłuższej wypowiedzi pisemnej.</w:t>
            </w:r>
          </w:p>
          <w:p w14:paraId="0E4E4DAD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577C03" w14:textId="77777777" w:rsidTr="00B80F4C">
        <w:tc>
          <w:tcPr>
            <w:tcW w:w="9520" w:type="dxa"/>
          </w:tcPr>
          <w:p w14:paraId="74397398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Język akademicki – wygłaszanie prezentacji, przygotowanie tekstu pisanego. Praca z tekstem oryginalnym.</w:t>
            </w:r>
          </w:p>
          <w:p w14:paraId="4035A714" w14:textId="1A276424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9C54AE" w14:paraId="5A5A538D" w14:textId="77777777" w:rsidTr="00B80F4C">
        <w:tc>
          <w:tcPr>
            <w:tcW w:w="9520" w:type="dxa"/>
          </w:tcPr>
          <w:p w14:paraId="3BD88D36" w14:textId="77777777" w:rsidR="00B80F4C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37867238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227123A" w14:textId="77777777" w:rsidTr="00B80F4C">
        <w:tc>
          <w:tcPr>
            <w:tcW w:w="9520" w:type="dxa"/>
          </w:tcPr>
          <w:p w14:paraId="249067F7" w14:textId="77777777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  <w:p w14:paraId="158388E2" w14:textId="18CDA71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FDAE12" w14:textId="77777777" w:rsidTr="00B80F4C">
        <w:tc>
          <w:tcPr>
            <w:tcW w:w="9520" w:type="dxa"/>
          </w:tcPr>
          <w:p w14:paraId="714B9717" w14:textId="77777777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multimedialnych – omówienie.</w:t>
            </w:r>
          </w:p>
          <w:p w14:paraId="0E9ADC2F" w14:textId="7934952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A9971E2" w14:textId="77777777" w:rsidTr="00B80F4C">
        <w:tc>
          <w:tcPr>
            <w:tcW w:w="9520" w:type="dxa"/>
          </w:tcPr>
          <w:p w14:paraId="224987B4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  <w:p w14:paraId="7009FF70" w14:textId="07F021B3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9C54AE" w14:paraId="7F7B7F3C" w14:textId="77777777" w:rsidTr="00B80F4C">
        <w:tc>
          <w:tcPr>
            <w:tcW w:w="9520" w:type="dxa"/>
          </w:tcPr>
          <w:p w14:paraId="3F8D2186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  <w:p w14:paraId="72C80BD9" w14:textId="79A4BA54" w:rsidR="00370E17" w:rsidRPr="0041541E" w:rsidRDefault="00370E17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23021B87" w:rsidR="00153C41" w:rsidRPr="0024287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24287F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24287F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24287F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24287F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24287F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24287F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24287F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24287F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24287F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24287F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24287F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24287F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24287F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24287F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24287F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24287F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24287F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24287F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r w:rsidR="00370E17" w:rsidRPr="0024287F">
        <w:rPr>
          <w:rFonts w:ascii="Corbel" w:hAnsi="Corbel"/>
          <w:b w:val="0"/>
          <w:iCs/>
          <w:smallCaps w:val="0"/>
          <w:szCs w:val="24"/>
        </w:rPr>
        <w:t xml:space="preserve">ćwiczenia translacyjne, </w:t>
      </w:r>
      <w:r w:rsidR="0085747A" w:rsidRPr="0024287F">
        <w:rPr>
          <w:rFonts w:ascii="Corbel" w:hAnsi="Corbel"/>
          <w:b w:val="0"/>
          <w:iCs/>
          <w:smallCaps w:val="0"/>
          <w:szCs w:val="24"/>
        </w:rPr>
        <w:t xml:space="preserve">metody kształcenia na odległość </w:t>
      </w:r>
    </w:p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48D7280" w14:textId="77777777" w:rsidTr="00C05F44">
        <w:tc>
          <w:tcPr>
            <w:tcW w:w="1985" w:type="dxa"/>
            <w:vAlign w:val="center"/>
          </w:tcPr>
          <w:p w14:paraId="2C7E2B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5B29E0" w14:textId="77777777" w:rsidR="0085747A" w:rsidRPr="009C54AE" w:rsidRDefault="00F974D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9C54AE" w:rsidRDefault="009F4610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8B7C2A" w14:textId="77777777" w:rsidR="00923D7D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57461E1" w14:textId="77777777" w:rsidTr="00C05F44">
        <w:tc>
          <w:tcPr>
            <w:tcW w:w="1985" w:type="dxa"/>
          </w:tcPr>
          <w:p w14:paraId="716E8AFD" w14:textId="09717533" w:rsidR="0085747A" w:rsidRPr="0037521F" w:rsidRDefault="00641FD3" w:rsidP="0037521F">
            <w:pPr>
              <w:spacing w:after="0" w:line="240" w:lineRule="auto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EK</w:t>
            </w:r>
            <w:r w:rsidR="0085747A" w:rsidRPr="0037521F">
              <w:rPr>
                <w:rFonts w:ascii="Corbel" w:hAnsi="Corbel"/>
              </w:rPr>
              <w:t xml:space="preserve">_ 01 </w:t>
            </w:r>
          </w:p>
        </w:tc>
        <w:tc>
          <w:tcPr>
            <w:tcW w:w="5528" w:type="dxa"/>
          </w:tcPr>
          <w:p w14:paraId="68B1FA81" w14:textId="77777777" w:rsidR="00260D28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38D6FABB" w14:textId="0EE41A68" w:rsidR="0085747A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trike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2A5DA44A" w14:textId="0923C96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  <w:tr w:rsidR="0085747A" w:rsidRPr="009C54AE" w14:paraId="1753E627" w14:textId="77777777" w:rsidTr="00C05F44">
        <w:tc>
          <w:tcPr>
            <w:tcW w:w="1985" w:type="dxa"/>
          </w:tcPr>
          <w:p w14:paraId="3CDBDB04" w14:textId="77777777" w:rsidR="0085747A" w:rsidRPr="0037521F" w:rsidRDefault="0085747A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</w:tcPr>
          <w:p w14:paraId="3C583CB5" w14:textId="77777777" w:rsidR="0085747A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  <w:p w14:paraId="596DFFF8" w14:textId="2BE99DD2" w:rsidR="002B3841" w:rsidRPr="00260D28" w:rsidRDefault="002B3841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01ACED" w14:textId="750D064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3D81321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</w:p>
          <w:p w14:paraId="206B0CFF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 szczególności zaliczenie na ocenę pozytywną</w:t>
            </w:r>
          </w:p>
          <w:p w14:paraId="45DE636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</w:p>
          <w:p w14:paraId="7F9885A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194BBDE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09C0C17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CA28A7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60865A4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lektury/referatu- do wyboru)</w:t>
            </w:r>
          </w:p>
          <w:p w14:paraId="1D41ED7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53FFD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F54F9E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17FC16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pisemne: sprawdzian pisemny, wypowiedź pisemna</w:t>
            </w:r>
          </w:p>
          <w:p w14:paraId="3D00852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wykonanie pracy zaliczeniowej: praca projektowa (prezentacja, referat/lektura)</w:t>
            </w:r>
          </w:p>
          <w:p w14:paraId="5800569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06FEFB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229AEA50" w14:textId="47709D07" w:rsidR="009848F9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 lub lektury/referatu lektury – do wyboru; zaliczenie sprawdzianów pisemnych, wypowiedź pisemna; ustalenie oceny zaliczeniowej na podstawie ocen cząstkowych.</w:t>
            </w:r>
          </w:p>
          <w:p w14:paraId="74721C52" w14:textId="1E7769F3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Ocenę pozytywną z przedmiotu można otrzymać wyłącznie pod warunkiem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037DBB35" w:rsidR="0085747A" w:rsidRPr="009C54AE" w:rsidRDefault="00C61DC5" w:rsidP="00A214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0C357EB" w:rsidR="0085747A" w:rsidRPr="009C54AE" w:rsidRDefault="00045CE8" w:rsidP="002428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7777777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A4CE4D" w14:textId="77777777" w:rsidR="0024287F" w:rsidRDefault="00D16085" w:rsidP="002428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FA3A8A9" w14:textId="6E747B23" w:rsidR="00C61DC5" w:rsidRPr="009C54AE" w:rsidRDefault="003D0C2C" w:rsidP="002428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(po </w:t>
            </w:r>
            <w:r w:rsidR="00D16085">
              <w:rPr>
                <w:rFonts w:ascii="Corbel" w:hAnsi="Corbel"/>
                <w:sz w:val="24"/>
                <w:szCs w:val="24"/>
              </w:rPr>
              <w:t>pięć</w:t>
            </w:r>
            <w:r>
              <w:rPr>
                <w:rFonts w:ascii="Corbel" w:hAnsi="Corbel"/>
                <w:sz w:val="24"/>
                <w:szCs w:val="24"/>
              </w:rPr>
              <w:t xml:space="preserve"> godz. w każdym semestrze)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0CE84422" w14:textId="77777777" w:rsidR="00D16085" w:rsidRDefault="00ED0537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53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16085">
              <w:rPr>
                <w:rFonts w:ascii="Corbel" w:hAnsi="Corbel"/>
                <w:sz w:val="24"/>
                <w:szCs w:val="24"/>
              </w:rPr>
              <w:t>:</w:t>
            </w:r>
          </w:p>
          <w:p w14:paraId="682C138C" w14:textId="4F2E90C5" w:rsidR="00D16085" w:rsidRDefault="00D1608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0537" w:rsidRPr="00ED0537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500D4C0" w14:textId="77777777" w:rsidR="00D16085" w:rsidRDefault="00D1608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0537" w:rsidRPr="00ED0537">
              <w:rPr>
                <w:rFonts w:ascii="Corbel" w:hAnsi="Corbel"/>
                <w:sz w:val="24"/>
                <w:szCs w:val="24"/>
              </w:rPr>
              <w:t xml:space="preserve"> przygotowanie pracy projektowej</w:t>
            </w:r>
          </w:p>
          <w:p w14:paraId="2D8A6640" w14:textId="3BEEB1FA" w:rsidR="00C61DC5" w:rsidRPr="009C54AE" w:rsidRDefault="00D1608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0537" w:rsidRPr="00ED0537">
              <w:rPr>
                <w:rFonts w:ascii="Corbel" w:hAnsi="Corbel"/>
                <w:sz w:val="24"/>
                <w:szCs w:val="24"/>
              </w:rPr>
              <w:t>przygotowanie do sprawdzianów pisemnych</w:t>
            </w:r>
          </w:p>
        </w:tc>
        <w:tc>
          <w:tcPr>
            <w:tcW w:w="4677" w:type="dxa"/>
          </w:tcPr>
          <w:p w14:paraId="4678FD6C" w14:textId="77777777" w:rsidR="00C61DC5" w:rsidRDefault="00C61DC5" w:rsidP="002428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C948D47" w14:textId="77777777" w:rsidR="00D16085" w:rsidRDefault="00D16085" w:rsidP="002428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3E61976" w14:textId="649752F8" w:rsidR="00D16085" w:rsidRDefault="00D16085" w:rsidP="002428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062056">
              <w:rPr>
                <w:rFonts w:ascii="Corbel" w:hAnsi="Corbel"/>
                <w:sz w:val="24"/>
                <w:szCs w:val="24"/>
              </w:rPr>
              <w:t>6</w:t>
            </w:r>
          </w:p>
          <w:p w14:paraId="349E8A7F" w14:textId="77777777" w:rsidR="00D16085" w:rsidRDefault="00D16085" w:rsidP="002428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318171D4" w14:textId="0397BED9" w:rsidR="00D16085" w:rsidRPr="009C54AE" w:rsidRDefault="00D16085" w:rsidP="002428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4D180E1A" w:rsidR="0085747A" w:rsidRPr="009C54AE" w:rsidRDefault="00AD37D8" w:rsidP="002428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06205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593F2B65" w:rsidR="0085747A" w:rsidRPr="009C54AE" w:rsidRDefault="0024287F" w:rsidP="002428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C6A05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66BD8DE1" w:rsidR="0085747A" w:rsidRDefault="0085747A" w:rsidP="002428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 podstawowa:</w:t>
            </w:r>
          </w:p>
          <w:p w14:paraId="3F23FCA8" w14:textId="24D47BB0" w:rsidR="00260D28" w:rsidRDefault="00260D28" w:rsidP="002428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Oxenden C., Latham-Koenig Ch., Hudson J.,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Oxford University Press 2014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2A082FC" w14:textId="0699E350" w:rsidR="00260D28" w:rsidRPr="00FC555C" w:rsidRDefault="00260D28" w:rsidP="002428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Porter D.,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Check Your Vocabulary for Academic English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2017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42CDE21A" w14:textId="58B21568" w:rsidR="00260D28" w:rsidRDefault="00260D28" w:rsidP="002428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2018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2C3ECB62" w14:textId="554FBD77" w:rsidR="001E1A2C" w:rsidRPr="00E066F7" w:rsidRDefault="00260D28" w:rsidP="002428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Własne materiały autorskie</w:t>
            </w: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554F6DBA" w:rsidR="0085747A" w:rsidRDefault="0085747A" w:rsidP="002428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Literatura uzupełniająca: </w:t>
            </w:r>
          </w:p>
          <w:p w14:paraId="2DC24561" w14:textId="42EC0A1A" w:rsidR="00260D28" w:rsidRDefault="00260D28" w:rsidP="002428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Mann M., Steve, Taylore-Knowles S., </w:t>
            </w:r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wyd. Macmillan, Oxford 2008</w:t>
            </w:r>
            <w:r w:rsidR="002406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581FEC9A" w14:textId="3126003A" w:rsidR="00260D28" w:rsidRPr="002406FF" w:rsidRDefault="00260D28" w:rsidP="002428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Advanced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5BC4C296" w14:textId="19E38538" w:rsidR="00260D28" w:rsidRDefault="00260D28" w:rsidP="002428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Dooley J., Evans V., </w:t>
            </w:r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 4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Express Publishing, Berkshire 2016</w:t>
            </w:r>
            <w:r w:rsidR="002406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43992A80" w14:textId="77777777" w:rsidR="00260D28" w:rsidRPr="009655FC" w:rsidRDefault="00260D28" w:rsidP="002428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655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Materiały dla Instytutu Pedagogiki na stronie: </w:t>
            </w:r>
          </w:p>
          <w:p w14:paraId="176A76B1" w14:textId="6F246F25" w:rsidR="00FA1DF4" w:rsidRPr="00780FED" w:rsidRDefault="00260D28" w:rsidP="002428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9655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https://e-dydaktyka.uniwnet.com</w:t>
            </w:r>
          </w:p>
        </w:tc>
      </w:tr>
    </w:tbl>
    <w:p w14:paraId="53F92590" w14:textId="77777777" w:rsidR="0085747A" w:rsidRPr="00780F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EDE33D" w14:textId="77777777" w:rsidR="007E1C2A" w:rsidRDefault="007E1C2A" w:rsidP="00C16ABF">
      <w:pPr>
        <w:spacing w:after="0" w:line="240" w:lineRule="auto"/>
      </w:pPr>
      <w:r>
        <w:separator/>
      </w:r>
    </w:p>
  </w:endnote>
  <w:endnote w:type="continuationSeparator" w:id="0">
    <w:p w14:paraId="55A620F4" w14:textId="77777777" w:rsidR="007E1C2A" w:rsidRDefault="007E1C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80D98" w14:textId="77777777" w:rsidR="007E1C2A" w:rsidRDefault="007E1C2A" w:rsidP="00C16ABF">
      <w:pPr>
        <w:spacing w:after="0" w:line="240" w:lineRule="auto"/>
      </w:pPr>
      <w:r>
        <w:separator/>
      </w:r>
    </w:p>
  </w:footnote>
  <w:footnote w:type="continuationSeparator" w:id="0">
    <w:p w14:paraId="7F6CF7E2" w14:textId="77777777" w:rsidR="007E1C2A" w:rsidRDefault="007E1C2A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230"/>
    <w:rsid w:val="00015B8F"/>
    <w:rsid w:val="00017D06"/>
    <w:rsid w:val="00022ECE"/>
    <w:rsid w:val="00031E38"/>
    <w:rsid w:val="00042A51"/>
    <w:rsid w:val="00042D2E"/>
    <w:rsid w:val="00044C82"/>
    <w:rsid w:val="00045CE8"/>
    <w:rsid w:val="00062056"/>
    <w:rsid w:val="00070ED6"/>
    <w:rsid w:val="000742DC"/>
    <w:rsid w:val="00084C12"/>
    <w:rsid w:val="000860CC"/>
    <w:rsid w:val="0009462C"/>
    <w:rsid w:val="00094B12"/>
    <w:rsid w:val="00096C46"/>
    <w:rsid w:val="000A296F"/>
    <w:rsid w:val="000A2A28"/>
    <w:rsid w:val="000A3CDF"/>
    <w:rsid w:val="000A4E07"/>
    <w:rsid w:val="000B14E4"/>
    <w:rsid w:val="000B192D"/>
    <w:rsid w:val="000B28EE"/>
    <w:rsid w:val="000B2F87"/>
    <w:rsid w:val="000B3E37"/>
    <w:rsid w:val="000D04B0"/>
    <w:rsid w:val="000E1B09"/>
    <w:rsid w:val="000F1C57"/>
    <w:rsid w:val="000F5615"/>
    <w:rsid w:val="00121A87"/>
    <w:rsid w:val="00124BFF"/>
    <w:rsid w:val="0012560E"/>
    <w:rsid w:val="00127108"/>
    <w:rsid w:val="0013434E"/>
    <w:rsid w:val="00134B13"/>
    <w:rsid w:val="00146BC0"/>
    <w:rsid w:val="00153C41"/>
    <w:rsid w:val="00154381"/>
    <w:rsid w:val="00155D97"/>
    <w:rsid w:val="001640A7"/>
    <w:rsid w:val="00164FA7"/>
    <w:rsid w:val="00166A03"/>
    <w:rsid w:val="001718A7"/>
    <w:rsid w:val="001737CF"/>
    <w:rsid w:val="00176083"/>
    <w:rsid w:val="00176858"/>
    <w:rsid w:val="00192F37"/>
    <w:rsid w:val="001A70D2"/>
    <w:rsid w:val="001D657B"/>
    <w:rsid w:val="001D7B54"/>
    <w:rsid w:val="001E0209"/>
    <w:rsid w:val="001E1A2C"/>
    <w:rsid w:val="001F2CA2"/>
    <w:rsid w:val="001F37DE"/>
    <w:rsid w:val="002144C0"/>
    <w:rsid w:val="00214D86"/>
    <w:rsid w:val="0022477D"/>
    <w:rsid w:val="002278A9"/>
    <w:rsid w:val="002336F9"/>
    <w:rsid w:val="0024028F"/>
    <w:rsid w:val="002406FF"/>
    <w:rsid w:val="0024287F"/>
    <w:rsid w:val="0024355A"/>
    <w:rsid w:val="00244ABC"/>
    <w:rsid w:val="002541C3"/>
    <w:rsid w:val="00260D28"/>
    <w:rsid w:val="00281FF2"/>
    <w:rsid w:val="002823E6"/>
    <w:rsid w:val="002857DE"/>
    <w:rsid w:val="0028734F"/>
    <w:rsid w:val="00291567"/>
    <w:rsid w:val="002A22BF"/>
    <w:rsid w:val="002A2389"/>
    <w:rsid w:val="002A671D"/>
    <w:rsid w:val="002B3841"/>
    <w:rsid w:val="002B4D55"/>
    <w:rsid w:val="002B5EA0"/>
    <w:rsid w:val="002B6119"/>
    <w:rsid w:val="002C1F06"/>
    <w:rsid w:val="002D3375"/>
    <w:rsid w:val="002D73D4"/>
    <w:rsid w:val="002E3D13"/>
    <w:rsid w:val="002F02A3"/>
    <w:rsid w:val="002F4ABE"/>
    <w:rsid w:val="003018BA"/>
    <w:rsid w:val="003032AB"/>
    <w:rsid w:val="003034E0"/>
    <w:rsid w:val="0030395F"/>
    <w:rsid w:val="00305C92"/>
    <w:rsid w:val="003151C5"/>
    <w:rsid w:val="003343CF"/>
    <w:rsid w:val="00346FE9"/>
    <w:rsid w:val="0034759A"/>
    <w:rsid w:val="00347DE1"/>
    <w:rsid w:val="003501AA"/>
    <w:rsid w:val="003503F6"/>
    <w:rsid w:val="003505A3"/>
    <w:rsid w:val="003530DD"/>
    <w:rsid w:val="00363F78"/>
    <w:rsid w:val="00365D3D"/>
    <w:rsid w:val="00370E17"/>
    <w:rsid w:val="0037521F"/>
    <w:rsid w:val="003763A5"/>
    <w:rsid w:val="00384DAA"/>
    <w:rsid w:val="0039662B"/>
    <w:rsid w:val="003A0A5B"/>
    <w:rsid w:val="003A1176"/>
    <w:rsid w:val="003C0BAE"/>
    <w:rsid w:val="003C46FF"/>
    <w:rsid w:val="003D0C2C"/>
    <w:rsid w:val="003D18A9"/>
    <w:rsid w:val="003D2581"/>
    <w:rsid w:val="003D6CE2"/>
    <w:rsid w:val="003E1941"/>
    <w:rsid w:val="003E2FE6"/>
    <w:rsid w:val="003E49D5"/>
    <w:rsid w:val="003F205D"/>
    <w:rsid w:val="003F38C0"/>
    <w:rsid w:val="004141FB"/>
    <w:rsid w:val="00414E3C"/>
    <w:rsid w:val="0041541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E1"/>
    <w:rsid w:val="00490F7D"/>
    <w:rsid w:val="00491678"/>
    <w:rsid w:val="004968E2"/>
    <w:rsid w:val="004A3EEA"/>
    <w:rsid w:val="004A4D1F"/>
    <w:rsid w:val="004C4842"/>
    <w:rsid w:val="004D5282"/>
    <w:rsid w:val="004E1C4C"/>
    <w:rsid w:val="004E5153"/>
    <w:rsid w:val="004F1551"/>
    <w:rsid w:val="004F55A3"/>
    <w:rsid w:val="0050496F"/>
    <w:rsid w:val="00513B6F"/>
    <w:rsid w:val="00516997"/>
    <w:rsid w:val="00517C63"/>
    <w:rsid w:val="0052753D"/>
    <w:rsid w:val="005363C4"/>
    <w:rsid w:val="00536BDE"/>
    <w:rsid w:val="00540694"/>
    <w:rsid w:val="00543ACC"/>
    <w:rsid w:val="00544BBD"/>
    <w:rsid w:val="0054635F"/>
    <w:rsid w:val="0056027F"/>
    <w:rsid w:val="0056696D"/>
    <w:rsid w:val="00582E8D"/>
    <w:rsid w:val="0059484D"/>
    <w:rsid w:val="005A0855"/>
    <w:rsid w:val="005A3196"/>
    <w:rsid w:val="005C080F"/>
    <w:rsid w:val="005C55E5"/>
    <w:rsid w:val="005C696A"/>
    <w:rsid w:val="005E6E85"/>
    <w:rsid w:val="005F31D2"/>
    <w:rsid w:val="006039F4"/>
    <w:rsid w:val="00604D92"/>
    <w:rsid w:val="0061029B"/>
    <w:rsid w:val="00617230"/>
    <w:rsid w:val="00620DEC"/>
    <w:rsid w:val="00621CE1"/>
    <w:rsid w:val="00627FC9"/>
    <w:rsid w:val="00627FF5"/>
    <w:rsid w:val="00641FD3"/>
    <w:rsid w:val="006424F5"/>
    <w:rsid w:val="00647FA8"/>
    <w:rsid w:val="00650C5F"/>
    <w:rsid w:val="00654934"/>
    <w:rsid w:val="0066007B"/>
    <w:rsid w:val="006620D9"/>
    <w:rsid w:val="006711FD"/>
    <w:rsid w:val="00671958"/>
    <w:rsid w:val="00675843"/>
    <w:rsid w:val="00696477"/>
    <w:rsid w:val="006B2962"/>
    <w:rsid w:val="006D050F"/>
    <w:rsid w:val="006D6139"/>
    <w:rsid w:val="006E3913"/>
    <w:rsid w:val="006E5D65"/>
    <w:rsid w:val="006F1282"/>
    <w:rsid w:val="006F1FBC"/>
    <w:rsid w:val="006F31E2"/>
    <w:rsid w:val="00706544"/>
    <w:rsid w:val="007072BA"/>
    <w:rsid w:val="007100DD"/>
    <w:rsid w:val="0071620A"/>
    <w:rsid w:val="00724677"/>
    <w:rsid w:val="00725459"/>
    <w:rsid w:val="007327BD"/>
    <w:rsid w:val="00732FEC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4A73"/>
    <w:rsid w:val="00787C2A"/>
    <w:rsid w:val="00790E27"/>
    <w:rsid w:val="007A4022"/>
    <w:rsid w:val="007A479D"/>
    <w:rsid w:val="007A6E6E"/>
    <w:rsid w:val="007C3299"/>
    <w:rsid w:val="007C3BCC"/>
    <w:rsid w:val="007C4546"/>
    <w:rsid w:val="007D137E"/>
    <w:rsid w:val="007D534A"/>
    <w:rsid w:val="007D6E56"/>
    <w:rsid w:val="007E1C2A"/>
    <w:rsid w:val="007F4155"/>
    <w:rsid w:val="007F5D25"/>
    <w:rsid w:val="0081554D"/>
    <w:rsid w:val="0081707E"/>
    <w:rsid w:val="008449B3"/>
    <w:rsid w:val="008500B1"/>
    <w:rsid w:val="008552A2"/>
    <w:rsid w:val="0085747A"/>
    <w:rsid w:val="00873D0F"/>
    <w:rsid w:val="00884922"/>
    <w:rsid w:val="00885F64"/>
    <w:rsid w:val="008917F9"/>
    <w:rsid w:val="008A45F7"/>
    <w:rsid w:val="008B2255"/>
    <w:rsid w:val="008C0CC0"/>
    <w:rsid w:val="008C19A9"/>
    <w:rsid w:val="008C2BE4"/>
    <w:rsid w:val="008C379D"/>
    <w:rsid w:val="008C5147"/>
    <w:rsid w:val="008C5359"/>
    <w:rsid w:val="008C5363"/>
    <w:rsid w:val="008D3DFB"/>
    <w:rsid w:val="008D6144"/>
    <w:rsid w:val="008E64F4"/>
    <w:rsid w:val="008F06FE"/>
    <w:rsid w:val="008F12C9"/>
    <w:rsid w:val="008F3480"/>
    <w:rsid w:val="008F6E29"/>
    <w:rsid w:val="00916188"/>
    <w:rsid w:val="00923D7D"/>
    <w:rsid w:val="00950210"/>
    <w:rsid w:val="009508DF"/>
    <w:rsid w:val="00950DAC"/>
    <w:rsid w:val="00954A07"/>
    <w:rsid w:val="00967FBD"/>
    <w:rsid w:val="009848F9"/>
    <w:rsid w:val="00997F14"/>
    <w:rsid w:val="009A430C"/>
    <w:rsid w:val="009A78D9"/>
    <w:rsid w:val="009B07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10C"/>
    <w:rsid w:val="00A155EE"/>
    <w:rsid w:val="00A21428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A70"/>
    <w:rsid w:val="00A6786D"/>
    <w:rsid w:val="00A81E05"/>
    <w:rsid w:val="00A84C85"/>
    <w:rsid w:val="00A97DE1"/>
    <w:rsid w:val="00AB053C"/>
    <w:rsid w:val="00AD1146"/>
    <w:rsid w:val="00AD27D3"/>
    <w:rsid w:val="00AD37D8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89E"/>
    <w:rsid w:val="00B607DB"/>
    <w:rsid w:val="00B66529"/>
    <w:rsid w:val="00B75946"/>
    <w:rsid w:val="00B8056E"/>
    <w:rsid w:val="00B80F4C"/>
    <w:rsid w:val="00B817D7"/>
    <w:rsid w:val="00B819C8"/>
    <w:rsid w:val="00B82308"/>
    <w:rsid w:val="00B86330"/>
    <w:rsid w:val="00B90885"/>
    <w:rsid w:val="00B9286A"/>
    <w:rsid w:val="00BA100D"/>
    <w:rsid w:val="00BB520A"/>
    <w:rsid w:val="00BD3869"/>
    <w:rsid w:val="00BD66E9"/>
    <w:rsid w:val="00BD6FF4"/>
    <w:rsid w:val="00BF2C41"/>
    <w:rsid w:val="00C058B4"/>
    <w:rsid w:val="00C05F44"/>
    <w:rsid w:val="00C11501"/>
    <w:rsid w:val="00C131B5"/>
    <w:rsid w:val="00C16ABF"/>
    <w:rsid w:val="00C170AE"/>
    <w:rsid w:val="00C23369"/>
    <w:rsid w:val="00C26CB7"/>
    <w:rsid w:val="00C324C1"/>
    <w:rsid w:val="00C36992"/>
    <w:rsid w:val="00C37D07"/>
    <w:rsid w:val="00C56036"/>
    <w:rsid w:val="00C61DC5"/>
    <w:rsid w:val="00C67E92"/>
    <w:rsid w:val="00C70A26"/>
    <w:rsid w:val="00C766DF"/>
    <w:rsid w:val="00C946F7"/>
    <w:rsid w:val="00C94B98"/>
    <w:rsid w:val="00CA2B96"/>
    <w:rsid w:val="00CA5089"/>
    <w:rsid w:val="00CB05D3"/>
    <w:rsid w:val="00CD6897"/>
    <w:rsid w:val="00CE5BAC"/>
    <w:rsid w:val="00CF25BE"/>
    <w:rsid w:val="00CF78ED"/>
    <w:rsid w:val="00D02B25"/>
    <w:rsid w:val="00D02EBA"/>
    <w:rsid w:val="00D16085"/>
    <w:rsid w:val="00D17C3C"/>
    <w:rsid w:val="00D24C46"/>
    <w:rsid w:val="00D26B2C"/>
    <w:rsid w:val="00D352C9"/>
    <w:rsid w:val="00D425B2"/>
    <w:rsid w:val="00D428D6"/>
    <w:rsid w:val="00D552B2"/>
    <w:rsid w:val="00D608D1"/>
    <w:rsid w:val="00D72C19"/>
    <w:rsid w:val="00D74119"/>
    <w:rsid w:val="00D8075B"/>
    <w:rsid w:val="00D8678B"/>
    <w:rsid w:val="00D92110"/>
    <w:rsid w:val="00D93CA8"/>
    <w:rsid w:val="00D9780E"/>
    <w:rsid w:val="00DA2114"/>
    <w:rsid w:val="00DE09C0"/>
    <w:rsid w:val="00DE4A14"/>
    <w:rsid w:val="00DE6890"/>
    <w:rsid w:val="00DF320D"/>
    <w:rsid w:val="00DF71C8"/>
    <w:rsid w:val="00E066F7"/>
    <w:rsid w:val="00E0742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0EF9"/>
    <w:rsid w:val="00E960BB"/>
    <w:rsid w:val="00EA2074"/>
    <w:rsid w:val="00EA4832"/>
    <w:rsid w:val="00EA4E9D"/>
    <w:rsid w:val="00EC4899"/>
    <w:rsid w:val="00ED03AB"/>
    <w:rsid w:val="00ED0537"/>
    <w:rsid w:val="00ED32D2"/>
    <w:rsid w:val="00EE1E48"/>
    <w:rsid w:val="00EE32DE"/>
    <w:rsid w:val="00EE5457"/>
    <w:rsid w:val="00F0138A"/>
    <w:rsid w:val="00F070AB"/>
    <w:rsid w:val="00F17567"/>
    <w:rsid w:val="00F27A7B"/>
    <w:rsid w:val="00F526AF"/>
    <w:rsid w:val="00F617C3"/>
    <w:rsid w:val="00F7066B"/>
    <w:rsid w:val="00F71334"/>
    <w:rsid w:val="00F735B8"/>
    <w:rsid w:val="00F83B28"/>
    <w:rsid w:val="00F83E5A"/>
    <w:rsid w:val="00F84360"/>
    <w:rsid w:val="00F974DA"/>
    <w:rsid w:val="00FA1DF4"/>
    <w:rsid w:val="00FA46E5"/>
    <w:rsid w:val="00FB7DBA"/>
    <w:rsid w:val="00FC1C25"/>
    <w:rsid w:val="00FC3F45"/>
    <w:rsid w:val="00FC6A0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  <w15:docId w15:val="{7FD2E849-3C69-4868-BCB0-0CAFD58BE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06194-6AD1-4100-BBC1-A7F6EA678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1</Pages>
  <Words>1628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2020-10-13T09:10:00Z</cp:lastPrinted>
  <dcterms:created xsi:type="dcterms:W3CDTF">2019-11-20T17:11:00Z</dcterms:created>
  <dcterms:modified xsi:type="dcterms:W3CDTF">2024-09-27T06:56:00Z</dcterms:modified>
</cp:coreProperties>
</file>